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73587CA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B2598">
        <w:rPr>
          <w:rFonts w:ascii="Corbel" w:hAnsi="Corbel"/>
          <w:i/>
          <w:smallCaps/>
          <w:sz w:val="24"/>
          <w:szCs w:val="24"/>
        </w:rPr>
        <w:t>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24930A9F" w:rsidR="00445970" w:rsidRPr="00EA4832" w:rsidRDefault="0087504C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</w:t>
      </w:r>
      <w:r w:rsidR="00445970">
        <w:rPr>
          <w:rFonts w:ascii="Corbel" w:hAnsi="Corbel"/>
          <w:sz w:val="20"/>
          <w:szCs w:val="20"/>
        </w:rPr>
        <w:t xml:space="preserve">  </w:t>
      </w:r>
      <w:r w:rsidR="007B2598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44773F08" w:rsidR="0085747A" w:rsidRPr="009C54AE" w:rsidRDefault="00B177E9" w:rsidP="00B177E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6451215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56A493D9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5D67152F" w:rsidR="0085747A" w:rsidRPr="009C54AE" w:rsidRDefault="003619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686FB6EB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2957B6C2" w:rsidR="0085747A" w:rsidRPr="009C54AE" w:rsidRDefault="00B177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2A8CBE74" w:rsidR="0085747A" w:rsidRPr="009C54AE" w:rsidRDefault="008750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 xml:space="preserve">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571285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2F318A3" w:rsidR="0085747A" w:rsidRPr="009C54AE" w:rsidRDefault="0087667D" w:rsidP="00571285">
            <w:pPr>
              <w:pStyle w:val="Odpowiedzi"/>
              <w:numPr>
                <w:ilvl w:val="0"/>
                <w:numId w:val="14"/>
              </w:numPr>
              <w:spacing w:before="0" w:after="0"/>
              <w:ind w:left="317" w:hanging="283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Kultura języka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1F89785A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77DADD9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102BD111" w:rsidR="00015B8F" w:rsidRPr="009C54AE" w:rsidRDefault="00B177E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0871ABF" w14:textId="77777777" w:rsidR="00923D7D" w:rsidRPr="009C54AE" w:rsidRDefault="00923D7D" w:rsidP="0039051F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DC57481" w:rsidR="0085747A" w:rsidRPr="00CE1005" w:rsidRDefault="00571285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DFB865D" w14:textId="555B1E73" w:rsidR="009C54AE" w:rsidRPr="0087504C" w:rsidRDefault="00E22FBC" w:rsidP="0087504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0B376834" w14:textId="77777777" w:rsidR="0039051F" w:rsidRPr="009C54AE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7230C6C3" w:rsidR="0085747A" w:rsidRPr="009C54AE" w:rsidRDefault="00DA2421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C30E2DF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7C4227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CF8BEA" w14:textId="77777777" w:rsidR="0039051F" w:rsidRDefault="0039051F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466FBCA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 xml:space="preserve">Zapoznanie z budową anatomiczną i działaniem narządu głosu, jego higieny podczas </w:t>
            </w:r>
            <w:r w:rsidR="00511206">
              <w:rPr>
                <w:rFonts w:ascii="Corbel" w:hAnsi="Corbel" w:cstheme="minorHAnsi"/>
                <w:b w:val="0"/>
                <w:sz w:val="24"/>
                <w:szCs w:val="24"/>
              </w:rPr>
              <w:t xml:space="preserve">śpiewania i </w:t>
            </w: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mówienia a także technikami prawidłowego oddychania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246B5429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87667D">
              <w:rPr>
                <w:rFonts w:ascii="Corbel" w:hAnsi="Corbel"/>
                <w:b w:val="0"/>
                <w:sz w:val="24"/>
                <w:szCs w:val="24"/>
              </w:rPr>
              <w:t>tyczno-wychowawczym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3370B" w:rsidRPr="009C54AE" w14:paraId="516B3994" w14:textId="77777777" w:rsidTr="00A348DD">
        <w:tc>
          <w:tcPr>
            <w:tcW w:w="1021" w:type="dxa"/>
          </w:tcPr>
          <w:p w14:paraId="3A2183F9" w14:textId="77777777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392A4985" w:rsidR="00F3370B" w:rsidRPr="007C235F" w:rsidRDefault="003A2BAA" w:rsidP="003E14A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ma</w:t>
            </w:r>
            <w:r w:rsidRPr="00F62AFF">
              <w:rPr>
                <w:rFonts w:ascii="Corbel" w:hAnsi="Corbel"/>
                <w:sz w:val="24"/>
                <w:szCs w:val="24"/>
              </w:rPr>
              <w:t xml:space="preserve"> podstawową wiedzę z za</w:t>
            </w:r>
            <w:r>
              <w:rPr>
                <w:rFonts w:ascii="Corbel" w:hAnsi="Corbel"/>
                <w:sz w:val="24"/>
                <w:szCs w:val="24"/>
              </w:rPr>
              <w:t>kresu prawidłowej emisji głosu podczas śpiewania i mówienia.</w:t>
            </w:r>
          </w:p>
        </w:tc>
        <w:tc>
          <w:tcPr>
            <w:tcW w:w="1865" w:type="dxa"/>
            <w:vAlign w:val="center"/>
          </w:tcPr>
          <w:p w14:paraId="0BA198AF" w14:textId="0D46A3A2" w:rsidR="00F3370B" w:rsidRPr="00E52517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PPiW.W18</w:t>
            </w:r>
          </w:p>
        </w:tc>
      </w:tr>
      <w:tr w:rsidR="00F3370B" w:rsidRPr="009C54AE" w14:paraId="2FD343A7" w14:textId="77777777" w:rsidTr="00A348DD">
        <w:tc>
          <w:tcPr>
            <w:tcW w:w="1021" w:type="dxa"/>
          </w:tcPr>
          <w:p w14:paraId="14DCE06C" w14:textId="7203F704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29C74121" w:rsidR="00F3370B" w:rsidRPr="007C235F" w:rsidRDefault="003A2BAA" w:rsidP="00F94BF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potrafi w sposób prawidłowy wydobywać głos podczas śpiewania</w:t>
            </w:r>
            <w:r w:rsidR="00F73FD4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posługuje się poprawną polszczyzną podczas mówi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nia.</w:t>
            </w:r>
          </w:p>
        </w:tc>
        <w:tc>
          <w:tcPr>
            <w:tcW w:w="1865" w:type="dxa"/>
            <w:vAlign w:val="center"/>
          </w:tcPr>
          <w:p w14:paraId="7FEDE515" w14:textId="77777777" w:rsidR="00F94BFA" w:rsidRDefault="00F94BFA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57799298" w14:textId="77777777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PPiW.U16</w:t>
            </w:r>
          </w:p>
          <w:p w14:paraId="53459789" w14:textId="19697A29" w:rsidR="00F3370B" w:rsidRPr="007C235F" w:rsidRDefault="00F3370B" w:rsidP="00A348DD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</w:p>
        </w:tc>
      </w:tr>
      <w:tr w:rsidR="00F3370B" w:rsidRPr="009C54AE" w14:paraId="4F246620" w14:textId="77777777" w:rsidTr="00A348DD">
        <w:tc>
          <w:tcPr>
            <w:tcW w:w="1021" w:type="dxa"/>
          </w:tcPr>
          <w:p w14:paraId="255FE3AE" w14:textId="7A71F155" w:rsidR="00F3370B" w:rsidRPr="009C54AE" w:rsidRDefault="00F3370B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3E14AA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2D7D42D9" w:rsidR="00F3370B" w:rsidRPr="00F3370B" w:rsidRDefault="003A2BAA" w:rsidP="003A2BA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świadomość swojej wiedzy i umiejętności 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efe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tywnego wykorzystania swojego głosu dla budowani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21CA43D4" w14:textId="3C79EBDB" w:rsidR="009C7DA3" w:rsidRPr="009C7DA3" w:rsidRDefault="009C7DA3" w:rsidP="00A348DD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9C7DA3">
              <w:rPr>
                <w:rFonts w:ascii="Corbel" w:eastAsiaTheme="minorHAnsi" w:hAnsi="Corbel" w:cstheme="minorBidi"/>
                <w:sz w:val="24"/>
                <w:szCs w:val="24"/>
              </w:rPr>
              <w:t>PPiW.K2</w:t>
            </w:r>
          </w:p>
          <w:p w14:paraId="3ED6BD2E" w14:textId="318A9C4C" w:rsidR="0087667D" w:rsidRPr="00E52517" w:rsidRDefault="009C7DA3" w:rsidP="000775F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PPiW.K</w:t>
            </w:r>
            <w:bookmarkStart w:id="0" w:name="_GoBack"/>
            <w:bookmarkEnd w:id="0"/>
            <w:r w:rsidRPr="009C7DA3">
              <w:rPr>
                <w:rFonts w:ascii="Corbel" w:eastAsiaTheme="minorHAnsi" w:hAnsi="Corbel" w:cstheme="minorBidi"/>
                <w:b w:val="0"/>
                <w:smallCaps w:val="0"/>
                <w:szCs w:val="24"/>
              </w:rPr>
              <w:t>5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30D2ABC" w14:textId="77777777" w:rsidR="0087504C" w:rsidRPr="009C54AE" w:rsidRDefault="008750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78AE2D" w14:textId="4ABDEBD5" w:rsidR="00675843" w:rsidRPr="0087504C" w:rsidRDefault="0085747A" w:rsidP="0087504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6A00257D" w:rsidR="0085747A" w:rsidRPr="009C54AE" w:rsidRDefault="00E52517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-----------------------------</w:t>
            </w:r>
          </w:p>
        </w:tc>
      </w:tr>
    </w:tbl>
    <w:p w14:paraId="079377CC" w14:textId="77777777" w:rsidR="0039051F" w:rsidRDefault="0039051F" w:rsidP="0039051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10AEF39" w14:textId="74FAA6AC" w:rsidR="0085747A" w:rsidRPr="0087504C" w:rsidRDefault="0085747A" w:rsidP="0087504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09A0D4C3" w:rsidR="009A23C8" w:rsidRPr="007C235F" w:rsidRDefault="00BE628C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E628C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</w:t>
            </w:r>
            <w:r w:rsidRPr="00BE628C">
              <w:rPr>
                <w:rFonts w:ascii="Corbel" w:hAnsi="Corbel"/>
                <w:sz w:val="24"/>
                <w:szCs w:val="24"/>
              </w:rPr>
              <w:t>e</w:t>
            </w:r>
            <w:r w:rsidRPr="00BE628C">
              <w:rPr>
                <w:rFonts w:ascii="Corbel" w:hAnsi="Corbel"/>
                <w:sz w:val="24"/>
                <w:szCs w:val="24"/>
              </w:rPr>
              <w:t>chowego – fizjologia i anatomia głosu</w:t>
            </w:r>
            <w:r w:rsidR="002137A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A0EE975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C096887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emisyjne pobudzające prawidł</w:t>
            </w:r>
            <w:r>
              <w:rPr>
                <w:rFonts w:ascii="Corbel" w:hAnsi="Corbel"/>
                <w:sz w:val="24"/>
                <w:szCs w:val="24"/>
              </w:rPr>
              <w:t>owy oddech przeponowy (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FFBBC10" w:rsidR="007C235F" w:rsidRPr="007C235F" w:rsidRDefault="002137A4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137A4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73FD4" w:rsidRPr="009C54AE" w14:paraId="77CB6CDB" w14:textId="77777777" w:rsidTr="009A23C8">
        <w:tc>
          <w:tcPr>
            <w:tcW w:w="9520" w:type="dxa"/>
          </w:tcPr>
          <w:p w14:paraId="3BA2764F" w14:textId="77777777" w:rsidR="00F73FD4" w:rsidRPr="00F73FD4" w:rsidRDefault="00F73FD4" w:rsidP="00F73FD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62A18073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68C9AE1E" w14:textId="77777777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1C2995C9" w14:textId="77777777" w:rsid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7AB7C9F3" w14:textId="0263EE2E" w:rsidR="00F73FD4" w:rsidRPr="00F73FD4" w:rsidRDefault="00F73FD4" w:rsidP="00F73FD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A2421" w:rsidRPr="009C54AE" w14:paraId="0079EEEF" w14:textId="77777777" w:rsidTr="00DC49AA">
        <w:tc>
          <w:tcPr>
            <w:tcW w:w="1962" w:type="dxa"/>
          </w:tcPr>
          <w:p w14:paraId="0D6639CA" w14:textId="0E6A8B74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56839C6F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6B133481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08CCAAC0" w14:textId="77777777" w:rsidTr="00DC49AA">
        <w:tc>
          <w:tcPr>
            <w:tcW w:w="1962" w:type="dxa"/>
          </w:tcPr>
          <w:p w14:paraId="60CFE565" w14:textId="1CCF338E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53AAF2C2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 w trakcie zajęć, zaliczenie ustne</w:t>
            </w:r>
          </w:p>
        </w:tc>
        <w:tc>
          <w:tcPr>
            <w:tcW w:w="2117" w:type="dxa"/>
          </w:tcPr>
          <w:p w14:paraId="76A0904C" w14:textId="5AD2292E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A2421" w:rsidRPr="009C54AE" w14:paraId="6CB17010" w14:textId="77777777" w:rsidTr="00DC49AA">
        <w:tc>
          <w:tcPr>
            <w:tcW w:w="1962" w:type="dxa"/>
          </w:tcPr>
          <w:p w14:paraId="5851FE68" w14:textId="53F985CF" w:rsidR="00DA2421" w:rsidRPr="009C54AE" w:rsidRDefault="00DA2421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A11E700" w:rsidR="00DA2421" w:rsidRPr="0039051F" w:rsidRDefault="00DA2421" w:rsidP="0039051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B82AE57" w:rsidR="00DA2421" w:rsidRPr="0039051F" w:rsidRDefault="00DA2421" w:rsidP="0039051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905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60AEC0" w:rsidR="0085747A" w:rsidRPr="00AD76AE" w:rsidRDefault="00F73FD4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krótkiej prezentacji słownej na dowolnie wybrany temat społeczny i wygłosz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nie jej na forum grupy ćwiczeniowej, a także zaśpiewanie wybranej piosenki z repertuaru dzi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cięcego.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91883A8" w:rsidR="0085747A" w:rsidRPr="009C54AE" w:rsidRDefault="00606A68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4B97D033" w:rsidR="00C61DC5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24FFC82F" w:rsidR="00DC49AA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45A99C75" w14:textId="77777777" w:rsidR="00DC49AA" w:rsidRDefault="00DC49A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21FFC41" w14:textId="50E3BE3D" w:rsidR="00DC49A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5E467217" w:rsidR="0085747A" w:rsidRPr="009C54AE" w:rsidRDefault="00F94BFA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57FB352C" w:rsidR="0085747A" w:rsidRPr="009C54AE" w:rsidRDefault="00E574C3" w:rsidP="005712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A4046FE" w14:textId="77777777" w:rsidR="0087504C" w:rsidRDefault="0087504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CFBF9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mówienia. Podstawy emisji głosu dla studentów ped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a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gogiki i kierunków pokrewnych. </w:t>
            </w:r>
            <w:r w:rsidRPr="00F73FD4">
              <w:rPr>
                <w:rFonts w:ascii="Corbel" w:hAnsi="Corbel"/>
                <w:sz w:val="24"/>
                <w:szCs w:val="24"/>
              </w:rPr>
              <w:t>Wyd. UR, Rzeszów 2015.</w:t>
            </w:r>
          </w:p>
          <w:p w14:paraId="09A066F8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 w:rsidRPr="00F73FD4"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699AF109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 w:rsidRPr="00F73FD4">
              <w:rPr>
                <w:rFonts w:ascii="Corbel" w:hAnsi="Corbel"/>
                <w:sz w:val="24"/>
                <w:szCs w:val="24"/>
              </w:rPr>
              <w:t>. Wyd. „UNIVERSITAS”, Kraków 2019.</w:t>
            </w:r>
          </w:p>
          <w:p w14:paraId="781DE844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F73FD4">
              <w:rPr>
                <w:rFonts w:ascii="Corbel" w:hAnsi="Corbel"/>
                <w:sz w:val="24"/>
                <w:szCs w:val="24"/>
              </w:rPr>
              <w:t>, wyd. muz. Polihymnia, Lublin 2012.</w:t>
            </w:r>
          </w:p>
          <w:p w14:paraId="2E647E87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Poznaj swój głos… twoje najważniejsze narzędzie pracy,</w:t>
            </w:r>
            <w:r w:rsidRPr="00F73FD4">
              <w:rPr>
                <w:rFonts w:ascii="Corbel" w:hAnsi="Corbel"/>
                <w:sz w:val="24"/>
                <w:szCs w:val="24"/>
              </w:rPr>
              <w:t xml:space="preserve"> wyd. „Studio EMKA”, Warszawa 2002.</w:t>
            </w:r>
          </w:p>
          <w:p w14:paraId="6056C441" w14:textId="77777777" w:rsidR="00F73FD4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 w:rsidRPr="00F73FD4">
              <w:rPr>
                <w:rFonts w:ascii="Corbel" w:hAnsi="Corbel"/>
                <w:sz w:val="24"/>
                <w:szCs w:val="24"/>
              </w:rPr>
              <w:t>: zasady retoryki klasycznej, wyd. „Sternik”, Warszawa 1998.</w:t>
            </w:r>
          </w:p>
          <w:p w14:paraId="7612C321" w14:textId="7BB3C8D4" w:rsidR="007328D8" w:rsidRPr="00F73FD4" w:rsidRDefault="00F73FD4" w:rsidP="00F73FD4">
            <w:pPr>
              <w:numPr>
                <w:ilvl w:val="0"/>
                <w:numId w:val="12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F73FD4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F73FD4">
              <w:rPr>
                <w:rFonts w:ascii="Corbel" w:hAnsi="Corbel"/>
                <w:sz w:val="24"/>
                <w:szCs w:val="24"/>
              </w:rPr>
              <w:t xml:space="preserve"> M. ,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 w:rsidRPr="00F73FD4">
              <w:rPr>
                <w:rFonts w:ascii="Corbel" w:hAnsi="Corbel"/>
                <w:sz w:val="24"/>
                <w:szCs w:val="24"/>
              </w:rPr>
              <w:t>Wydawnictwo Szko</w:t>
            </w:r>
            <w:r w:rsidRPr="00F73FD4">
              <w:rPr>
                <w:rFonts w:ascii="Corbel" w:hAnsi="Corbel"/>
                <w:sz w:val="24"/>
                <w:szCs w:val="24"/>
              </w:rPr>
              <w:t>l</w:t>
            </w:r>
            <w:r w:rsidRPr="00F73FD4">
              <w:rPr>
                <w:rFonts w:ascii="Corbel" w:hAnsi="Corbel"/>
                <w:sz w:val="24"/>
                <w:szCs w:val="24"/>
              </w:rPr>
              <w:t>ne PWN, Warszawa, Bielsko-Biała 2008.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E2A1113" w14:textId="77777777" w:rsidR="007328D8" w:rsidRDefault="00F73FD4" w:rsidP="00F73FD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F73FD4">
              <w:rPr>
                <w:rFonts w:ascii="Corbel" w:hAnsi="Corbel"/>
                <w:sz w:val="24"/>
                <w:szCs w:val="24"/>
              </w:rPr>
              <w:t xml:space="preserve">Rusinek M., </w:t>
            </w:r>
            <w:r w:rsidRPr="00F73FD4"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 w:rsidRPr="00F73FD4"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55E3B18" w:rsidR="00F73FD4" w:rsidRPr="00F73FD4" w:rsidRDefault="00F73FD4" w:rsidP="00F73FD4">
            <w:pPr>
              <w:numPr>
                <w:ilvl w:val="0"/>
                <w:numId w:val="9"/>
              </w:numPr>
              <w:tabs>
                <w:tab w:val="clear" w:pos="720"/>
                <w:tab w:val="num" w:pos="176"/>
              </w:tabs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</w:t>
            </w:r>
            <w:r w:rsidRPr="004E0F39">
              <w:rPr>
                <w:rFonts w:ascii="Corbel" w:hAnsi="Corbel"/>
                <w:sz w:val="24"/>
                <w:szCs w:val="24"/>
              </w:rPr>
              <w:t>c</w:t>
            </w:r>
            <w:r w:rsidRPr="004E0F39">
              <w:rPr>
                <w:rFonts w:ascii="Corbel" w:hAnsi="Corbel"/>
                <w:sz w:val="24"/>
                <w:szCs w:val="24"/>
              </w:rPr>
              <w:t>two Uniwersytetu Rzeszowskiego, Rzeszów 2015.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723B1F" w14:textId="77777777" w:rsidR="0039782E" w:rsidRDefault="0039782E" w:rsidP="00C16ABF">
      <w:pPr>
        <w:spacing w:after="0" w:line="240" w:lineRule="auto"/>
      </w:pPr>
      <w:r>
        <w:separator/>
      </w:r>
    </w:p>
  </w:endnote>
  <w:endnote w:type="continuationSeparator" w:id="0">
    <w:p w14:paraId="34DF79AE" w14:textId="77777777" w:rsidR="0039782E" w:rsidRDefault="003978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7E49A1" w14:textId="77777777" w:rsidR="0039782E" w:rsidRDefault="0039782E" w:rsidP="00C16ABF">
      <w:pPr>
        <w:spacing w:after="0" w:line="240" w:lineRule="auto"/>
      </w:pPr>
      <w:r>
        <w:separator/>
      </w:r>
    </w:p>
  </w:footnote>
  <w:footnote w:type="continuationSeparator" w:id="0">
    <w:p w14:paraId="289EF4F2" w14:textId="77777777" w:rsidR="0039782E" w:rsidRDefault="0039782E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F4452"/>
    <w:multiLevelType w:val="hybridMultilevel"/>
    <w:tmpl w:val="6292F622"/>
    <w:lvl w:ilvl="0" w:tplc="25ACA52E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30416E3"/>
    <w:multiLevelType w:val="hybridMultilevel"/>
    <w:tmpl w:val="F432D270"/>
    <w:lvl w:ilvl="0" w:tplc="B792EB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2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2"/>
  </w:num>
  <w:num w:numId="5">
    <w:abstractNumId w:val="13"/>
  </w:num>
  <w:num w:numId="6">
    <w:abstractNumId w:val="9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  <w:num w:numId="11">
    <w:abstractNumId w:val="11"/>
  </w:num>
  <w:num w:numId="12">
    <w:abstractNumId w:val="1"/>
  </w:num>
  <w:num w:numId="13">
    <w:abstractNumId w:val="0"/>
  </w:num>
  <w:num w:numId="14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5FB"/>
    <w:rsid w:val="00084AF0"/>
    <w:rsid w:val="00084C12"/>
    <w:rsid w:val="0009462C"/>
    <w:rsid w:val="00094B12"/>
    <w:rsid w:val="00096C46"/>
    <w:rsid w:val="000A296F"/>
    <w:rsid w:val="000A2A28"/>
    <w:rsid w:val="000A43B0"/>
    <w:rsid w:val="000B192D"/>
    <w:rsid w:val="000B28EE"/>
    <w:rsid w:val="000B3E37"/>
    <w:rsid w:val="000D04B0"/>
    <w:rsid w:val="000F1C57"/>
    <w:rsid w:val="000F45E6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DC6"/>
    <w:rsid w:val="001A70D2"/>
    <w:rsid w:val="001C3EF1"/>
    <w:rsid w:val="001D657B"/>
    <w:rsid w:val="001D7B54"/>
    <w:rsid w:val="001E0209"/>
    <w:rsid w:val="001E41B5"/>
    <w:rsid w:val="001F2CA2"/>
    <w:rsid w:val="002137A4"/>
    <w:rsid w:val="002144C0"/>
    <w:rsid w:val="0022477D"/>
    <w:rsid w:val="002278A9"/>
    <w:rsid w:val="002336F9"/>
    <w:rsid w:val="0024028F"/>
    <w:rsid w:val="00244ABC"/>
    <w:rsid w:val="0025668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927"/>
    <w:rsid w:val="00363F78"/>
    <w:rsid w:val="0039051F"/>
    <w:rsid w:val="0039782E"/>
    <w:rsid w:val="003A0A5B"/>
    <w:rsid w:val="003A1176"/>
    <w:rsid w:val="003A2BAA"/>
    <w:rsid w:val="003C0BAE"/>
    <w:rsid w:val="003D18A9"/>
    <w:rsid w:val="003D6CE2"/>
    <w:rsid w:val="003E14AA"/>
    <w:rsid w:val="003E1941"/>
    <w:rsid w:val="003E2FE6"/>
    <w:rsid w:val="003E49D5"/>
    <w:rsid w:val="003F38C0"/>
    <w:rsid w:val="00414E3C"/>
    <w:rsid w:val="00420B0F"/>
    <w:rsid w:val="0042244A"/>
    <w:rsid w:val="0042745A"/>
    <w:rsid w:val="00431D5C"/>
    <w:rsid w:val="004362C6"/>
    <w:rsid w:val="00437FA2"/>
    <w:rsid w:val="00445970"/>
    <w:rsid w:val="004502E6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0F39"/>
    <w:rsid w:val="004F1551"/>
    <w:rsid w:val="004F55A3"/>
    <w:rsid w:val="0050496F"/>
    <w:rsid w:val="00511206"/>
    <w:rsid w:val="00513B6F"/>
    <w:rsid w:val="00517C63"/>
    <w:rsid w:val="00526C94"/>
    <w:rsid w:val="005363C4"/>
    <w:rsid w:val="00536BDE"/>
    <w:rsid w:val="00543ACC"/>
    <w:rsid w:val="00565737"/>
    <w:rsid w:val="0056696D"/>
    <w:rsid w:val="00571285"/>
    <w:rsid w:val="00573EF9"/>
    <w:rsid w:val="00591E60"/>
    <w:rsid w:val="0059484D"/>
    <w:rsid w:val="005A0855"/>
    <w:rsid w:val="005A3196"/>
    <w:rsid w:val="005C080F"/>
    <w:rsid w:val="005C55E5"/>
    <w:rsid w:val="005C696A"/>
    <w:rsid w:val="005E6E85"/>
    <w:rsid w:val="005F31D2"/>
    <w:rsid w:val="00606A68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5302"/>
    <w:rsid w:val="007461D6"/>
    <w:rsid w:val="00746EC8"/>
    <w:rsid w:val="007541D3"/>
    <w:rsid w:val="00763BF1"/>
    <w:rsid w:val="00766FD4"/>
    <w:rsid w:val="0078168C"/>
    <w:rsid w:val="00783A7F"/>
    <w:rsid w:val="00787C2A"/>
    <w:rsid w:val="00790E27"/>
    <w:rsid w:val="007A4022"/>
    <w:rsid w:val="007A6E6E"/>
    <w:rsid w:val="007B2598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1A56"/>
    <w:rsid w:val="008449B3"/>
    <w:rsid w:val="0085052D"/>
    <w:rsid w:val="0085747A"/>
    <w:rsid w:val="008642FE"/>
    <w:rsid w:val="0087504C"/>
    <w:rsid w:val="0087667D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C7DA3"/>
    <w:rsid w:val="009E3B41"/>
    <w:rsid w:val="009F3C5C"/>
    <w:rsid w:val="009F4610"/>
    <w:rsid w:val="00A00ECC"/>
    <w:rsid w:val="00A03472"/>
    <w:rsid w:val="00A155EE"/>
    <w:rsid w:val="00A2245B"/>
    <w:rsid w:val="00A30110"/>
    <w:rsid w:val="00A348D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1E9F"/>
    <w:rsid w:val="00AE203C"/>
    <w:rsid w:val="00AE234A"/>
    <w:rsid w:val="00AE2E74"/>
    <w:rsid w:val="00AE5FCB"/>
    <w:rsid w:val="00AF2C1E"/>
    <w:rsid w:val="00B06142"/>
    <w:rsid w:val="00B135B1"/>
    <w:rsid w:val="00B177E9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28C"/>
    <w:rsid w:val="00BF2C41"/>
    <w:rsid w:val="00C058B4"/>
    <w:rsid w:val="00C05F44"/>
    <w:rsid w:val="00C0657F"/>
    <w:rsid w:val="00C131B5"/>
    <w:rsid w:val="00C14F01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6EE"/>
    <w:rsid w:val="00C94B98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0730E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A2421"/>
    <w:rsid w:val="00DC49AA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2517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526AF"/>
    <w:rsid w:val="00F617C3"/>
    <w:rsid w:val="00F7066B"/>
    <w:rsid w:val="00F73FD4"/>
    <w:rsid w:val="00F83B28"/>
    <w:rsid w:val="00F94BF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E96D1-D36B-4A7D-8705-29ED9367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161</TotalTime>
  <Pages>1</Pages>
  <Words>819</Words>
  <Characters>4918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2019-10-16T16:23:00Z</dcterms:created>
  <dcterms:modified xsi:type="dcterms:W3CDTF">2021-01-26T11:18:00Z</dcterms:modified>
</cp:coreProperties>
</file>